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4110"/>
      </w:tblGrid>
      <w:tr w:rsidR="00FA7A12" w:rsidTr="00CE15E8">
        <w:tc>
          <w:tcPr>
            <w:tcW w:w="5637" w:type="dxa"/>
          </w:tcPr>
          <w:p w:rsidR="00FA7A12" w:rsidRPr="006D4092" w:rsidRDefault="00144BFF" w:rsidP="00C10C97">
            <w:pPr>
              <w:pStyle w:val="Heading1"/>
              <w:spacing w:after="60"/>
              <w:rPr>
                <w:rFonts w:ascii="AvantGarde Medium" w:hAnsi="AvantGarde Medium"/>
              </w:rPr>
            </w:pPr>
            <w:r w:rsidRPr="006D4092">
              <w:rPr>
                <w:rFonts w:ascii="AvantGarde Medium" w:hAnsi="AvantGarde Medium"/>
              </w:rPr>
              <w:t>Squad Member</w:t>
            </w:r>
            <w:r w:rsidR="00FA7A12" w:rsidRPr="006D4092">
              <w:rPr>
                <w:rFonts w:ascii="AvantGarde Medium" w:hAnsi="AvantGarde Medium"/>
              </w:rPr>
              <w:t xml:space="preserve"> </w:t>
            </w:r>
            <w:r w:rsidR="00C10C97" w:rsidRPr="006D4092">
              <w:rPr>
                <w:rFonts w:ascii="AvantGarde Medium" w:hAnsi="AvantGarde Medium"/>
              </w:rPr>
              <w:t>Application</w:t>
            </w:r>
          </w:p>
        </w:tc>
        <w:tc>
          <w:tcPr>
            <w:tcW w:w="4110" w:type="dxa"/>
          </w:tcPr>
          <w:p w:rsidR="00FA7A12" w:rsidRDefault="00FA7A12">
            <w:pPr>
              <w:pStyle w:val="BodyText"/>
            </w:pPr>
          </w:p>
        </w:tc>
      </w:tr>
    </w:tbl>
    <w:p w:rsidR="00AD0BFE" w:rsidRDefault="00AD0BFE" w:rsidP="00AD0BFE">
      <w:pPr>
        <w:pStyle w:val="BodyText"/>
        <w:ind w:left="720"/>
        <w:rPr>
          <w:rFonts w:ascii="AvantGarde Medium" w:hAnsi="AvantGarde Medium"/>
          <w:sz w:val="22"/>
          <w:szCs w:val="22"/>
        </w:rPr>
      </w:pPr>
      <w:r>
        <w:rPr>
          <w:rFonts w:ascii="AvantGarde Medium" w:hAnsi="AvantGarde Medium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9DB87D" wp14:editId="7373DC68">
                <wp:simplePos x="0" y="0"/>
                <wp:positionH relativeFrom="column">
                  <wp:posOffset>131445</wp:posOffset>
                </wp:positionH>
                <wp:positionV relativeFrom="paragraph">
                  <wp:posOffset>208915</wp:posOffset>
                </wp:positionV>
                <wp:extent cx="5600700" cy="2057400"/>
                <wp:effectExtent l="50800" t="25400" r="88900" b="1016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057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978811" id="Rounded Rectangle 2" o:spid="_x0000_s1026" style="position:absolute;margin-left:10.35pt;margin-top:16.45pt;width:441pt;height:16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" filled="f" strokecolor="black [3213]">
                <v:shadow on="t" color="black" opacity="22937f" origin=",.5" offset="0,.63889mm"/>
              </v:roundrect>
            </w:pict>
          </mc:Fallback>
        </mc:AlternateContent>
      </w:r>
    </w:p>
    <w:p w:rsidR="00FA7A12" w:rsidRPr="008E4B3D" w:rsidRDefault="00CD2CBF" w:rsidP="00AD0BFE">
      <w:pPr>
        <w:pStyle w:val="BodyText"/>
        <w:ind w:left="720"/>
        <w:rPr>
          <w:rFonts w:ascii="Century Schoolbook" w:hAnsi="Century Schoolbook"/>
          <w:sz w:val="22"/>
          <w:szCs w:val="22"/>
        </w:rPr>
      </w:pPr>
      <w:bookmarkStart w:id="0" w:name="_GoBack"/>
      <w:r w:rsidRPr="008E4B3D">
        <w:rPr>
          <w:rFonts w:ascii="Century Schoolbook" w:hAnsi="Century Schoolbook"/>
          <w:sz w:val="22"/>
          <w:szCs w:val="22"/>
        </w:rPr>
        <w:t>Please complete this form if you would li</w:t>
      </w:r>
      <w:r w:rsidR="00AD0BFE" w:rsidRPr="008E4B3D">
        <w:rPr>
          <w:rFonts w:ascii="Century Schoolbook" w:hAnsi="Century Schoolbook"/>
          <w:sz w:val="22"/>
          <w:szCs w:val="22"/>
        </w:rPr>
        <w:t>ke to be on the list for casual</w:t>
      </w:r>
      <w:r w:rsidR="00AD0BFE" w:rsidRPr="008E4B3D">
        <w:rPr>
          <w:rFonts w:ascii="Century Schoolbook" w:hAnsi="Century Schoolbook"/>
          <w:sz w:val="22"/>
          <w:szCs w:val="22"/>
        </w:rPr>
        <w:br/>
      </w:r>
      <w:r w:rsidRPr="008E4B3D">
        <w:rPr>
          <w:rFonts w:ascii="Century Schoolbook" w:hAnsi="Century Schoolbook"/>
          <w:sz w:val="22"/>
          <w:szCs w:val="22"/>
        </w:rPr>
        <w:t>employment with the Squad</w:t>
      </w:r>
      <w:r w:rsidR="00CE15E8" w:rsidRPr="008E4B3D">
        <w:rPr>
          <w:rFonts w:ascii="Century Schoolbook" w:hAnsi="Century Schoolbook"/>
          <w:sz w:val="22"/>
          <w:szCs w:val="22"/>
        </w:rPr>
        <w:t>.</w:t>
      </w:r>
    </w:p>
    <w:bookmarkEnd w:id="0"/>
    <w:p w:rsidR="00CE15E8" w:rsidRPr="008E4B3D" w:rsidRDefault="00AD0BFE" w:rsidP="00AD0BFE">
      <w:pPr>
        <w:spacing w:before="0" w:after="0"/>
        <w:ind w:left="720"/>
        <w:rPr>
          <w:rFonts w:ascii="Century Schoolbook" w:hAnsi="Century Schoolbook"/>
          <w:sz w:val="20"/>
          <w:lang w:val="en-AU"/>
        </w:rPr>
      </w:pPr>
      <w:r w:rsidRPr="008E4B3D">
        <w:rPr>
          <w:rFonts w:ascii="Century Schoolbook" w:hAnsi="Century Schoolbook"/>
          <w:sz w:val="20"/>
          <w:lang w:val="en-AU"/>
        </w:rPr>
        <w:t>Save</w:t>
      </w:r>
      <w:r w:rsidR="00CE15E8" w:rsidRPr="008E4B3D">
        <w:rPr>
          <w:rFonts w:ascii="Century Schoolbook" w:hAnsi="Century Schoolbook"/>
          <w:sz w:val="20"/>
          <w:lang w:val="en-AU"/>
        </w:rPr>
        <w:t xml:space="preserve"> this document using this naming convention</w:t>
      </w:r>
      <w:r w:rsidRPr="008E4B3D">
        <w:rPr>
          <w:rFonts w:ascii="Century Schoolbook" w:hAnsi="Century Schoolbook"/>
          <w:sz w:val="20"/>
          <w:lang w:val="en-AU"/>
        </w:rPr>
        <w:t>:</w:t>
      </w:r>
    </w:p>
    <w:p w:rsidR="00CE15E8" w:rsidRPr="008E4B3D" w:rsidRDefault="00CE15E8" w:rsidP="00AD0BFE">
      <w:pPr>
        <w:spacing w:before="0" w:after="0"/>
        <w:ind w:left="1440"/>
        <w:rPr>
          <w:rFonts w:ascii="Century Schoolbook" w:hAnsi="Century Schoolbook"/>
          <w:sz w:val="20"/>
          <w:lang w:val="en-AU"/>
        </w:rPr>
      </w:pPr>
      <w:r w:rsidRPr="008E4B3D">
        <w:rPr>
          <w:rFonts w:ascii="Century Schoolbook" w:hAnsi="Century Schoolbook"/>
          <w:sz w:val="20"/>
          <w:lang w:val="en-AU"/>
        </w:rPr>
        <w:t xml:space="preserve">Firstname last name Squad Application Form </w:t>
      </w:r>
      <w:r w:rsidR="008D2193" w:rsidRPr="008E4B3D">
        <w:rPr>
          <w:rFonts w:ascii="Century Schoolbook" w:hAnsi="Century Schoolbook"/>
          <w:sz w:val="20"/>
          <w:lang w:val="en-AU"/>
        </w:rPr>
        <w:t>yyyy mm dd</w:t>
      </w:r>
    </w:p>
    <w:p w:rsidR="00CE15E8" w:rsidRPr="008E4B3D" w:rsidRDefault="00CE15E8" w:rsidP="00AD0BFE">
      <w:pPr>
        <w:spacing w:before="0" w:after="0"/>
        <w:ind w:left="1440"/>
        <w:rPr>
          <w:rFonts w:ascii="Century Schoolbook" w:hAnsi="Century Schoolbook"/>
          <w:sz w:val="20"/>
          <w:lang w:val="en-AU"/>
        </w:rPr>
      </w:pPr>
      <w:r w:rsidRPr="008E4B3D">
        <w:rPr>
          <w:rFonts w:ascii="Century Schoolbook" w:hAnsi="Century Schoolbook"/>
          <w:sz w:val="20"/>
          <w:lang w:val="en-AU"/>
        </w:rPr>
        <w:t>For example -</w:t>
      </w:r>
    </w:p>
    <w:p w:rsidR="00CE15E8" w:rsidRPr="008E4B3D" w:rsidRDefault="00CE15E8" w:rsidP="00AD0BFE">
      <w:pPr>
        <w:spacing w:before="0" w:after="0"/>
        <w:ind w:left="1440"/>
        <w:rPr>
          <w:rFonts w:ascii="Century Schoolbook" w:hAnsi="Century Schoolbook"/>
          <w:sz w:val="20"/>
          <w:lang w:val="en-AU"/>
        </w:rPr>
      </w:pPr>
      <w:r w:rsidRPr="008E4B3D">
        <w:rPr>
          <w:rFonts w:ascii="Century Schoolbook" w:hAnsi="Century Schoolbook"/>
          <w:sz w:val="20"/>
          <w:lang w:val="en-AU"/>
        </w:rPr>
        <w:t xml:space="preserve">Helen Hancox Squad Application form </w:t>
      </w:r>
      <w:r w:rsidR="008D2193" w:rsidRPr="008E4B3D">
        <w:rPr>
          <w:rFonts w:ascii="Century Schoolbook" w:hAnsi="Century Schoolbook"/>
          <w:sz w:val="20"/>
          <w:lang w:val="en-AU"/>
        </w:rPr>
        <w:t>2013 04 27</w:t>
      </w:r>
    </w:p>
    <w:p w:rsidR="00CE15E8" w:rsidRPr="008E4B3D" w:rsidRDefault="00CE15E8" w:rsidP="00AD0BFE">
      <w:pPr>
        <w:spacing w:before="0" w:after="0"/>
        <w:ind w:left="720"/>
        <w:rPr>
          <w:rFonts w:ascii="Century Schoolbook" w:hAnsi="Century Schoolbook"/>
          <w:sz w:val="20"/>
          <w:lang w:val="en-AU"/>
        </w:rPr>
      </w:pPr>
    </w:p>
    <w:p w:rsidR="00CE15E8" w:rsidRPr="008E4B3D" w:rsidRDefault="00CE15E8" w:rsidP="00AD0BFE">
      <w:pPr>
        <w:spacing w:before="0" w:after="0"/>
        <w:ind w:left="720"/>
        <w:rPr>
          <w:rFonts w:ascii="Century Schoolbook" w:hAnsi="Century Schoolbook"/>
          <w:sz w:val="20"/>
          <w:lang w:val="en-AU"/>
        </w:rPr>
      </w:pPr>
      <w:r w:rsidRPr="008E4B3D">
        <w:rPr>
          <w:rFonts w:ascii="Century Schoolbook" w:hAnsi="Century Schoolbook"/>
          <w:sz w:val="20"/>
          <w:lang w:val="en-AU"/>
        </w:rPr>
        <w:t>Then email the document to</w:t>
      </w:r>
      <w:r w:rsidR="00AD0BFE" w:rsidRPr="008E4B3D">
        <w:rPr>
          <w:rFonts w:ascii="Century Schoolbook" w:hAnsi="Century Schoolbook"/>
          <w:sz w:val="20"/>
          <w:lang w:val="en-AU"/>
        </w:rPr>
        <w:t>:</w:t>
      </w:r>
    </w:p>
    <w:p w:rsidR="00CE15E8" w:rsidRPr="008E4B3D" w:rsidRDefault="00FC73B2" w:rsidP="00AD0BFE">
      <w:pPr>
        <w:spacing w:before="0" w:after="0"/>
        <w:ind w:left="1440"/>
        <w:rPr>
          <w:rFonts w:ascii="Century Schoolbook" w:hAnsi="Century Schoolbook"/>
          <w:sz w:val="20"/>
          <w:lang w:val="en-AU"/>
        </w:rPr>
      </w:pPr>
      <w:r>
        <w:rPr>
          <w:rFonts w:ascii="Century Schoolbook" w:hAnsi="Century Schoolbook"/>
          <w:sz w:val="20"/>
          <w:lang w:val="en-AU"/>
        </w:rPr>
        <w:t>office</w:t>
      </w:r>
      <w:r w:rsidR="00CE15E8" w:rsidRPr="008E4B3D">
        <w:rPr>
          <w:rFonts w:ascii="Century Schoolbook" w:hAnsi="Century Schoolbook"/>
          <w:sz w:val="20"/>
          <w:lang w:val="en-AU"/>
        </w:rPr>
        <w:t>@filing.co.nz</w:t>
      </w:r>
    </w:p>
    <w:p w:rsidR="00CE15E8" w:rsidRPr="008E4B3D" w:rsidRDefault="00CE15E8" w:rsidP="00AD0BFE">
      <w:pPr>
        <w:spacing w:before="0" w:after="0"/>
        <w:ind w:left="1440"/>
        <w:rPr>
          <w:rFonts w:ascii="Century Schoolbook" w:hAnsi="Century Schoolbook"/>
          <w:sz w:val="20"/>
          <w:lang w:val="en-AU"/>
        </w:rPr>
      </w:pPr>
      <w:r w:rsidRPr="008E4B3D">
        <w:rPr>
          <w:rFonts w:ascii="Century Schoolbook" w:hAnsi="Century Schoolbook"/>
          <w:sz w:val="20"/>
          <w:lang w:val="en-AU"/>
        </w:rPr>
        <w:t>With your CV. Use the naming convention</w:t>
      </w:r>
    </w:p>
    <w:p w:rsidR="00CE15E8" w:rsidRPr="008E4B3D" w:rsidRDefault="00CE15E8" w:rsidP="00AD0BFE">
      <w:pPr>
        <w:spacing w:before="0" w:after="0"/>
        <w:ind w:left="1440"/>
        <w:rPr>
          <w:rFonts w:ascii="Century Schoolbook" w:hAnsi="Century Schoolbook"/>
          <w:sz w:val="20"/>
          <w:lang w:val="en-AU"/>
        </w:rPr>
      </w:pPr>
      <w:r w:rsidRPr="008E4B3D">
        <w:rPr>
          <w:rFonts w:ascii="Century Schoolbook" w:hAnsi="Century Schoolbook"/>
          <w:sz w:val="20"/>
          <w:lang w:val="en-AU"/>
        </w:rPr>
        <w:t>Firstname last name CV </w:t>
      </w:r>
      <w:r w:rsidR="00DF6A0A" w:rsidRPr="008E4B3D">
        <w:rPr>
          <w:rFonts w:ascii="Century Schoolbook" w:hAnsi="Century Schoolbook"/>
          <w:sz w:val="20"/>
          <w:lang w:val="en-AU"/>
        </w:rPr>
        <w:t>2013 04 27</w:t>
      </w:r>
    </w:p>
    <w:p w:rsidR="00CE15E8" w:rsidRPr="00CE15E8" w:rsidRDefault="00CE15E8" w:rsidP="00FA7A12">
      <w:pPr>
        <w:pStyle w:val="BodyText"/>
        <w:rPr>
          <w:rFonts w:ascii="AvantGarde Medium" w:hAnsi="AvantGarde Medium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804"/>
      </w:tblGrid>
      <w:tr w:rsidR="00FA7A12" w:rsidRPr="00DC3FAE" w:rsidTr="00CE15E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FA7A12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Full name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DF3803" w:rsidP="00DF3803">
            <w:pPr>
              <w:pStyle w:val="BodyText"/>
              <w:rPr>
                <w:rFonts w:ascii="Century Schoolbook" w:hAnsi="Century Schoolbook"/>
                <w:i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FA7A12" w:rsidRPr="00DC3FAE" w:rsidTr="00CE15E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FA7A12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P</w:t>
            </w:r>
            <w:bookmarkStart w:id="1" w:name="Text2"/>
            <w:r w:rsidRPr="008E4B3D">
              <w:rPr>
                <w:rFonts w:ascii="Century Schoolbook" w:hAnsi="Century Schoolbook"/>
                <w:sz w:val="20"/>
              </w:rPr>
              <w:t>ostal address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:rsidR="00FA7A12" w:rsidRPr="008E4B3D" w:rsidRDefault="00DF3803" w:rsidP="00DF3803">
            <w:pPr>
              <w:pStyle w:val="BodyText"/>
              <w:rPr>
                <w:rFonts w:ascii="Century Schoolbook" w:hAnsi="Century Schoolbook"/>
                <w:i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  <w:bookmarkEnd w:id="1"/>
          </w:p>
        </w:tc>
      </w:tr>
      <w:tr w:rsidR="00FA7A12" w:rsidRPr="00DC3FAE" w:rsidTr="00CE15E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FA7A12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Home telephone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:rsidR="00FA7A12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FA7A12" w:rsidRPr="00DC3FAE" w:rsidTr="00CE15E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FA7A12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Work telephone</w:t>
            </w:r>
          </w:p>
        </w:tc>
        <w:tc>
          <w:tcPr>
            <w:tcW w:w="6804" w:type="dxa"/>
            <w:tcBorders>
              <w:left w:val="nil"/>
              <w:right w:val="nil"/>
            </w:tcBorders>
          </w:tcPr>
          <w:p w:rsidR="00FA7A12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FA7A12" w:rsidRPr="00DC3FAE" w:rsidTr="0035281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FA7A12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Mobile phone</w:t>
            </w:r>
          </w:p>
        </w:tc>
        <w:tc>
          <w:tcPr>
            <w:tcW w:w="6804" w:type="dxa"/>
            <w:tcBorders>
              <w:left w:val="nil"/>
              <w:bottom w:val="single" w:sz="4" w:space="0" w:color="auto"/>
              <w:right w:val="nil"/>
            </w:tcBorders>
          </w:tcPr>
          <w:p w:rsidR="00FA7A12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FA7A12" w:rsidRPr="00DC3FAE" w:rsidTr="0035281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FA7A12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Email address</w:t>
            </w:r>
          </w:p>
        </w:tc>
        <w:tc>
          <w:tcPr>
            <w:tcW w:w="6804" w:type="dxa"/>
            <w:tcBorders>
              <w:left w:val="nil"/>
              <w:bottom w:val="single" w:sz="4" w:space="0" w:color="auto"/>
              <w:right w:val="nil"/>
            </w:tcBorders>
          </w:tcPr>
          <w:p w:rsidR="00FA7A12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35281B" w:rsidRPr="00DC3FAE" w:rsidTr="0035281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5281B" w:rsidRPr="008E4B3D" w:rsidRDefault="0035281B" w:rsidP="001145F8">
            <w:pPr>
              <w:pStyle w:val="BodyText31"/>
              <w:rPr>
                <w:rFonts w:ascii="Century Schoolbook" w:hAnsi="Century Schoolbook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281B" w:rsidRPr="008E4B3D" w:rsidRDefault="0035281B" w:rsidP="001145F8">
            <w:pPr>
              <w:rPr>
                <w:rFonts w:ascii="Century Schoolbook" w:hAnsi="Century Schoolbook"/>
                <w:sz w:val="20"/>
              </w:rPr>
            </w:pPr>
          </w:p>
        </w:tc>
      </w:tr>
      <w:tr w:rsidR="00CD2CBF" w:rsidRPr="00DC3FAE" w:rsidTr="0035281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D2CBF" w:rsidRPr="008E4B3D" w:rsidRDefault="00CD2CBF" w:rsidP="001145F8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Employment History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CD2CBF" w:rsidRPr="008E4B3D" w:rsidRDefault="00CD2CBF" w:rsidP="001145F8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(Please include positions held over the last five years)</w:t>
            </w:r>
          </w:p>
        </w:tc>
      </w:tr>
    </w:tbl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7"/>
        <w:gridCol w:w="1618"/>
        <w:gridCol w:w="1031"/>
        <w:gridCol w:w="716"/>
        <w:gridCol w:w="4005"/>
      </w:tblGrid>
      <w:tr w:rsidR="00CD2CBF" w:rsidRPr="00DC3FAE" w:rsidTr="00CE15E8">
        <w:tc>
          <w:tcPr>
            <w:tcW w:w="2388" w:type="dxa"/>
          </w:tcPr>
          <w:p w:rsidR="00CD2CBF" w:rsidRPr="008E4B3D" w:rsidRDefault="00CD2CBF">
            <w:pPr>
              <w:rPr>
                <w:rFonts w:ascii="Century Schoolbook" w:hAnsi="Century Schoolbook"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sz w:val="22"/>
                <w:szCs w:val="22"/>
              </w:rPr>
              <w:t>Name and address of employer</w:t>
            </w:r>
          </w:p>
        </w:tc>
        <w:tc>
          <w:tcPr>
            <w:tcW w:w="1624" w:type="dxa"/>
          </w:tcPr>
          <w:p w:rsidR="00CD2CBF" w:rsidRPr="008E4B3D" w:rsidRDefault="00CD2CBF">
            <w:pPr>
              <w:rPr>
                <w:rFonts w:ascii="Century Schoolbook" w:hAnsi="Century Schoolbook"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sz w:val="22"/>
                <w:szCs w:val="22"/>
              </w:rPr>
              <w:t>Position held</w:t>
            </w:r>
          </w:p>
        </w:tc>
        <w:tc>
          <w:tcPr>
            <w:tcW w:w="1034" w:type="dxa"/>
          </w:tcPr>
          <w:p w:rsidR="00CD2CBF" w:rsidRPr="008E4B3D" w:rsidRDefault="00CD2CBF">
            <w:pPr>
              <w:rPr>
                <w:rFonts w:ascii="Century Schoolbook" w:hAnsi="Century Schoolbook"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sz w:val="22"/>
                <w:szCs w:val="22"/>
              </w:rPr>
              <w:t>From</w:t>
            </w:r>
          </w:p>
        </w:tc>
        <w:tc>
          <w:tcPr>
            <w:tcW w:w="666" w:type="dxa"/>
          </w:tcPr>
          <w:p w:rsidR="00CD2CBF" w:rsidRPr="008E4B3D" w:rsidRDefault="00CD2CBF">
            <w:pPr>
              <w:rPr>
                <w:rFonts w:ascii="Century Schoolbook" w:hAnsi="Century Schoolbook"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sz w:val="22"/>
                <w:szCs w:val="22"/>
              </w:rPr>
              <w:t>To</w:t>
            </w:r>
          </w:p>
        </w:tc>
        <w:tc>
          <w:tcPr>
            <w:tcW w:w="4035" w:type="dxa"/>
          </w:tcPr>
          <w:p w:rsidR="00CD2CBF" w:rsidRPr="008E4B3D" w:rsidRDefault="00CD2CBF">
            <w:pPr>
              <w:rPr>
                <w:rFonts w:ascii="Century Schoolbook" w:hAnsi="Century Schoolbook"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sz w:val="22"/>
                <w:szCs w:val="22"/>
              </w:rPr>
              <w:t>Reason for leaving</w:t>
            </w:r>
          </w:p>
        </w:tc>
      </w:tr>
      <w:tr w:rsidR="00CD2CBF" w:rsidRPr="00DC3FAE" w:rsidTr="00CE15E8">
        <w:tc>
          <w:tcPr>
            <w:tcW w:w="2388" w:type="dxa"/>
          </w:tcPr>
          <w:p w:rsidR="00CD2CBF" w:rsidRPr="008E4B3D" w:rsidRDefault="0035281B" w:rsidP="00CD2CBF">
            <w:pPr>
              <w:pStyle w:val="ListParagraph"/>
              <w:numPr>
                <w:ilvl w:val="0"/>
                <w:numId w:val="3"/>
              </w:num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1624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1034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666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4035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CD2CBF" w:rsidRPr="00DC3FAE" w:rsidTr="00CE15E8">
        <w:tc>
          <w:tcPr>
            <w:tcW w:w="2388" w:type="dxa"/>
          </w:tcPr>
          <w:p w:rsidR="00CD2CBF" w:rsidRPr="008E4B3D" w:rsidRDefault="0035281B" w:rsidP="00CD2CBF">
            <w:pPr>
              <w:pStyle w:val="ListParagraph"/>
              <w:numPr>
                <w:ilvl w:val="0"/>
                <w:numId w:val="3"/>
              </w:num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1624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1034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666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4035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CD2CBF" w:rsidRPr="00DC3FAE" w:rsidTr="00CE15E8">
        <w:tc>
          <w:tcPr>
            <w:tcW w:w="2388" w:type="dxa"/>
          </w:tcPr>
          <w:p w:rsidR="00CD2CBF" w:rsidRPr="008E4B3D" w:rsidRDefault="0035281B" w:rsidP="00CD2CBF">
            <w:pPr>
              <w:pStyle w:val="ListParagraph"/>
              <w:numPr>
                <w:ilvl w:val="0"/>
                <w:numId w:val="3"/>
              </w:num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1624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1034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666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4035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CD2CBF" w:rsidRPr="00DC3FAE" w:rsidTr="00CE15E8">
        <w:tc>
          <w:tcPr>
            <w:tcW w:w="2388" w:type="dxa"/>
          </w:tcPr>
          <w:p w:rsidR="00CD2CBF" w:rsidRPr="008E4B3D" w:rsidRDefault="0035281B" w:rsidP="00CD2CBF">
            <w:pPr>
              <w:pStyle w:val="ListParagraph"/>
              <w:numPr>
                <w:ilvl w:val="0"/>
                <w:numId w:val="3"/>
              </w:num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1624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1034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666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4035" w:type="dxa"/>
          </w:tcPr>
          <w:p w:rsidR="00CD2CBF" w:rsidRPr="008E4B3D" w:rsidRDefault="0035281B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</w:tbl>
    <w:p w:rsidR="00CD2CBF" w:rsidRPr="008E4B3D" w:rsidRDefault="00CD2CBF">
      <w:pPr>
        <w:rPr>
          <w:rFonts w:ascii="Century Schoolbook" w:hAnsi="Century Schoolbook"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363"/>
      </w:tblGrid>
      <w:tr w:rsidR="00CD2CBF" w:rsidRPr="00DC3FAE" w:rsidTr="00CE15E8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CD2CBF" w:rsidRPr="008E4B3D" w:rsidRDefault="00CD2CBF" w:rsidP="001145F8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Referees</w:t>
            </w:r>
          </w:p>
        </w:tc>
        <w:tc>
          <w:tcPr>
            <w:tcW w:w="8363" w:type="dxa"/>
            <w:tcBorders>
              <w:left w:val="nil"/>
              <w:bottom w:val="nil"/>
              <w:right w:val="nil"/>
            </w:tcBorders>
          </w:tcPr>
          <w:p w:rsidR="00CD2CBF" w:rsidRPr="008E4B3D" w:rsidRDefault="00CD2CBF" w:rsidP="001145F8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Please identify three people who are willing to act as a referee for you</w:t>
            </w:r>
            <w:r w:rsidR="00254773" w:rsidRPr="008E4B3D">
              <w:rPr>
                <w:rFonts w:ascii="Century Schoolbook" w:hAnsi="Century Schoolbook"/>
                <w:sz w:val="20"/>
              </w:rPr>
              <w:t>, and confirm they are willing for us to contact them</w:t>
            </w:r>
            <w:r w:rsidR="002B67BD" w:rsidRPr="008E4B3D">
              <w:rPr>
                <w:rFonts w:ascii="Century Schoolbook" w:hAnsi="Century Schoolbook"/>
                <w:sz w:val="20"/>
              </w:rPr>
              <w:t>.</w:t>
            </w:r>
          </w:p>
        </w:tc>
      </w:tr>
    </w:tbl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88"/>
        <w:gridCol w:w="2682"/>
        <w:gridCol w:w="4677"/>
      </w:tblGrid>
      <w:tr w:rsidR="00CD2CBF" w:rsidRPr="00DC3FAE" w:rsidTr="00CE15E8">
        <w:tc>
          <w:tcPr>
            <w:tcW w:w="2388" w:type="dxa"/>
          </w:tcPr>
          <w:p w:rsidR="00CD2CBF" w:rsidRPr="008E4B3D" w:rsidRDefault="00CD2CBF" w:rsidP="00CD2CBF">
            <w:pPr>
              <w:rPr>
                <w:rFonts w:ascii="Century Schoolbook" w:hAnsi="Century Schoolbook"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sz w:val="22"/>
                <w:szCs w:val="22"/>
              </w:rPr>
              <w:t>Name</w:t>
            </w:r>
          </w:p>
        </w:tc>
        <w:tc>
          <w:tcPr>
            <w:tcW w:w="2682" w:type="dxa"/>
          </w:tcPr>
          <w:p w:rsidR="00CD2CBF" w:rsidRPr="008E4B3D" w:rsidRDefault="00CD2CBF" w:rsidP="00CD2CBF">
            <w:pPr>
              <w:rPr>
                <w:rFonts w:ascii="Century Schoolbook" w:hAnsi="Century Schoolbook"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sz w:val="22"/>
                <w:szCs w:val="22"/>
              </w:rPr>
              <w:t xml:space="preserve">Position </w:t>
            </w:r>
          </w:p>
        </w:tc>
        <w:tc>
          <w:tcPr>
            <w:tcW w:w="4677" w:type="dxa"/>
          </w:tcPr>
          <w:p w:rsidR="00CD2CBF" w:rsidRPr="008E4B3D" w:rsidRDefault="00CD2CBF" w:rsidP="001145F8">
            <w:pPr>
              <w:rPr>
                <w:rFonts w:ascii="Century Schoolbook" w:hAnsi="Century Schoolbook"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sz w:val="22"/>
                <w:szCs w:val="22"/>
              </w:rPr>
              <w:t>Phone number</w:t>
            </w:r>
          </w:p>
        </w:tc>
      </w:tr>
      <w:tr w:rsidR="00CD2CBF" w:rsidRPr="00DC3FAE" w:rsidTr="00CE15E8">
        <w:tc>
          <w:tcPr>
            <w:tcW w:w="2388" w:type="dxa"/>
          </w:tcPr>
          <w:p w:rsidR="00CD2CBF" w:rsidRPr="008E4B3D" w:rsidRDefault="0035281B" w:rsidP="00CD2CBF">
            <w:pPr>
              <w:pStyle w:val="ListParagraph"/>
              <w:numPr>
                <w:ilvl w:val="0"/>
                <w:numId w:val="4"/>
              </w:num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2682" w:type="dxa"/>
          </w:tcPr>
          <w:p w:rsidR="00CD2CBF" w:rsidRPr="008E4B3D" w:rsidRDefault="0035281B" w:rsidP="001145F8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4677" w:type="dxa"/>
          </w:tcPr>
          <w:p w:rsidR="00CD2CBF" w:rsidRPr="008E4B3D" w:rsidRDefault="0035281B" w:rsidP="001145F8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CD2CBF" w:rsidRPr="00DC3FAE" w:rsidTr="00CE15E8">
        <w:tc>
          <w:tcPr>
            <w:tcW w:w="2388" w:type="dxa"/>
          </w:tcPr>
          <w:p w:rsidR="00CD2CBF" w:rsidRPr="008E4B3D" w:rsidRDefault="0035281B" w:rsidP="00CD2CBF">
            <w:pPr>
              <w:pStyle w:val="ListParagraph"/>
              <w:numPr>
                <w:ilvl w:val="0"/>
                <w:numId w:val="4"/>
              </w:num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2682" w:type="dxa"/>
          </w:tcPr>
          <w:p w:rsidR="00CD2CBF" w:rsidRPr="008E4B3D" w:rsidRDefault="0035281B" w:rsidP="001145F8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4677" w:type="dxa"/>
          </w:tcPr>
          <w:p w:rsidR="00CD2CBF" w:rsidRPr="008E4B3D" w:rsidRDefault="0035281B" w:rsidP="001145F8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CD2CBF" w:rsidRPr="00DC3FAE" w:rsidTr="00CE15E8">
        <w:tc>
          <w:tcPr>
            <w:tcW w:w="2388" w:type="dxa"/>
          </w:tcPr>
          <w:p w:rsidR="00CD2CBF" w:rsidRPr="008E4B3D" w:rsidRDefault="0035281B" w:rsidP="00CD2CBF">
            <w:pPr>
              <w:pStyle w:val="ListParagraph"/>
              <w:numPr>
                <w:ilvl w:val="0"/>
                <w:numId w:val="4"/>
              </w:num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2682" w:type="dxa"/>
          </w:tcPr>
          <w:p w:rsidR="00CD2CBF" w:rsidRPr="008E4B3D" w:rsidRDefault="0035281B" w:rsidP="001145F8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  <w:tc>
          <w:tcPr>
            <w:tcW w:w="4677" w:type="dxa"/>
          </w:tcPr>
          <w:p w:rsidR="00CD2CBF" w:rsidRPr="008E4B3D" w:rsidRDefault="0035281B" w:rsidP="001145F8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</w:tbl>
    <w:p w:rsidR="00CD2CBF" w:rsidRPr="008E4B3D" w:rsidRDefault="00CD2CBF">
      <w:pPr>
        <w:rPr>
          <w:rFonts w:ascii="Century Schoolbook" w:hAnsi="Century Schoolbook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CD2CBF" w:rsidRPr="00DC3FAE" w:rsidTr="002F213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727A49" w:rsidRPr="008E4B3D" w:rsidRDefault="00CD2CBF" w:rsidP="00E818B7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 xml:space="preserve">Do you have any criminal convictions? </w:t>
            </w:r>
          </w:p>
          <w:p w:rsidR="00CD2CBF" w:rsidRPr="008E4B3D" w:rsidRDefault="00727A49" w:rsidP="00E818B7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i/>
                <w:sz w:val="16"/>
                <w:szCs w:val="16"/>
              </w:rPr>
              <w:lastRenderedPageBreak/>
              <w:t>(Select yes or no from dropdown)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D2CBF" w:rsidRPr="008E4B3D" w:rsidRDefault="00E818B7" w:rsidP="001145F8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lastRenderedPageBreak/>
              <w:fldChar w:fldCharType="begin">
                <w:ffData>
                  <w:name w:val="Dropdown1"/>
                  <w:enabled/>
                  <w:calcOnExit w:val="0"/>
                  <w:ddList>
                    <w:listEntry w:val="No"/>
                    <w:listEntry w:val="Yes"/>
                  </w:ddList>
                </w:ffData>
              </w:fldChar>
            </w:r>
            <w:bookmarkStart w:id="2" w:name="Dropdown1"/>
            <w:r w:rsidRPr="008E4B3D">
              <w:rPr>
                <w:rFonts w:ascii="Century Schoolbook" w:hAnsi="Century Schoolbook"/>
                <w:sz w:val="20"/>
              </w:rPr>
              <w:instrText xml:space="preserve"> FORMDROPDOWN </w:instrText>
            </w:r>
            <w:r w:rsidR="005E0944">
              <w:rPr>
                <w:rFonts w:ascii="Century Schoolbook" w:hAnsi="Century Schoolbook"/>
                <w:sz w:val="20"/>
              </w:rPr>
            </w:r>
            <w:r w:rsidR="005E0944">
              <w:rPr>
                <w:rFonts w:ascii="Century Schoolbook" w:hAnsi="Century Schoolbook"/>
                <w:sz w:val="20"/>
              </w:rPr>
              <w:fldChar w:fldCharType="separate"/>
            </w:r>
            <w:r w:rsidRPr="008E4B3D">
              <w:rPr>
                <w:rFonts w:ascii="Century Schoolbook" w:hAnsi="Century Schoolbook"/>
                <w:sz w:val="20"/>
              </w:rPr>
              <w:fldChar w:fldCharType="end"/>
            </w:r>
            <w:bookmarkEnd w:id="2"/>
          </w:p>
        </w:tc>
      </w:tr>
      <w:tr w:rsidR="00E818B7" w:rsidRPr="00DC3FAE" w:rsidTr="002F213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E818B7" w:rsidRPr="008E4B3D" w:rsidRDefault="00E818B7" w:rsidP="00CD2CBF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If yes, please provide details: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818B7" w:rsidRPr="008E4B3D" w:rsidRDefault="00DF3803" w:rsidP="00DF3803">
            <w:pPr>
              <w:pStyle w:val="BodyText"/>
              <w:rPr>
                <w:rFonts w:ascii="Century Schoolbook" w:hAnsi="Century Schoolbook"/>
                <w:i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FA7A12" w:rsidRPr="00DC3FAE" w:rsidTr="002F213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FA7A12" w:rsidP="00CD2CBF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 xml:space="preserve">Do you </w:t>
            </w:r>
            <w:r w:rsidR="00CD2CBF" w:rsidRPr="008E4B3D">
              <w:rPr>
                <w:rFonts w:ascii="Century Schoolbook" w:hAnsi="Century Schoolbook"/>
                <w:sz w:val="20"/>
              </w:rPr>
              <w:t>know of any</w:t>
            </w:r>
            <w:r w:rsidRPr="008E4B3D">
              <w:rPr>
                <w:rFonts w:ascii="Century Schoolbook" w:hAnsi="Century Schoolbook"/>
                <w:sz w:val="20"/>
              </w:rPr>
              <w:t xml:space="preserve"> criminal </w:t>
            </w:r>
            <w:r w:rsidR="00CD2CBF" w:rsidRPr="008E4B3D">
              <w:rPr>
                <w:rFonts w:ascii="Century Schoolbook" w:hAnsi="Century Schoolbook"/>
                <w:sz w:val="20"/>
              </w:rPr>
              <w:t>prosecutions pending against you</w:t>
            </w:r>
            <w:r w:rsidRPr="008E4B3D">
              <w:rPr>
                <w:rFonts w:ascii="Century Schoolbook" w:hAnsi="Century Schoolbook"/>
                <w:sz w:val="20"/>
              </w:rPr>
              <w:t>?</w:t>
            </w:r>
            <w:r w:rsidR="00891A49" w:rsidRPr="008E4B3D">
              <w:rPr>
                <w:rFonts w:ascii="Century Schoolbook" w:hAnsi="Century Schoolbook"/>
                <w:sz w:val="20"/>
              </w:rPr>
              <w:t xml:space="preserve"> If yes, please provide details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DF3803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No"/>
                    <w:listEntry w:val="Yes"/>
                  </w:ddList>
                </w:ffData>
              </w:fldChar>
            </w:r>
            <w:r w:rsidRPr="008E4B3D">
              <w:rPr>
                <w:rFonts w:ascii="Century Schoolbook" w:hAnsi="Century Schoolbook"/>
                <w:sz w:val="20"/>
              </w:rPr>
              <w:instrText xml:space="preserve"> FORMDROPDOWN </w:instrText>
            </w:r>
            <w:r w:rsidR="005E0944">
              <w:rPr>
                <w:rFonts w:ascii="Century Schoolbook" w:hAnsi="Century Schoolbook"/>
                <w:sz w:val="20"/>
              </w:rPr>
            </w:r>
            <w:r w:rsidR="005E0944">
              <w:rPr>
                <w:rFonts w:ascii="Century Schoolbook" w:hAnsi="Century Schoolbook"/>
                <w:sz w:val="20"/>
              </w:rPr>
              <w:fldChar w:fldCharType="separate"/>
            </w:r>
            <w:r w:rsidRPr="008E4B3D">
              <w:rPr>
                <w:rFonts w:ascii="Century Schoolbook" w:hAnsi="Century Schoolbook"/>
                <w:sz w:val="20"/>
              </w:rPr>
              <w:fldChar w:fldCharType="end"/>
            </w:r>
          </w:p>
          <w:p w:rsidR="00DF3803" w:rsidRPr="008E4B3D" w:rsidRDefault="00DF3803" w:rsidP="00DF3803">
            <w:pPr>
              <w:pStyle w:val="BodyText"/>
              <w:rPr>
                <w:rFonts w:ascii="Century Schoolbook" w:hAnsi="Century Schoolbook"/>
                <w:i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DD6986" w:rsidRPr="00DC3FAE" w:rsidTr="002F213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DD6986" w:rsidRPr="008E4B3D" w:rsidRDefault="00DD6986" w:rsidP="00254773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Drug and alcohol testing – our clients may have a random drug and alcohol testing regime.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DD6986" w:rsidRPr="008E4B3D" w:rsidRDefault="00E818B7" w:rsidP="001145F8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Please acknowledge that you have read and understood this statement.</w:t>
            </w:r>
          </w:p>
          <w:p w:rsidR="00E818B7" w:rsidRPr="008E4B3D" w:rsidRDefault="00E818B7" w:rsidP="001145F8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8E4B3D">
              <w:rPr>
                <w:rFonts w:ascii="Century Schoolbook" w:hAnsi="Century Schoolbook"/>
                <w:sz w:val="20"/>
              </w:rPr>
              <w:instrText xml:space="preserve"> FORMCHECKBOX </w:instrText>
            </w:r>
            <w:r w:rsidR="005E0944">
              <w:rPr>
                <w:rFonts w:ascii="Century Schoolbook" w:hAnsi="Century Schoolbook"/>
                <w:sz w:val="20"/>
              </w:rPr>
            </w:r>
            <w:r w:rsidR="005E0944">
              <w:rPr>
                <w:rFonts w:ascii="Century Schoolbook" w:hAnsi="Century Schoolbook"/>
                <w:sz w:val="20"/>
              </w:rPr>
              <w:fldChar w:fldCharType="separate"/>
            </w:r>
            <w:r w:rsidRPr="008E4B3D">
              <w:rPr>
                <w:rFonts w:ascii="Century Schoolbook" w:hAnsi="Century Schoolbook"/>
                <w:sz w:val="20"/>
              </w:rPr>
              <w:fldChar w:fldCharType="end"/>
            </w:r>
            <w:bookmarkEnd w:id="3"/>
          </w:p>
        </w:tc>
      </w:tr>
      <w:tr w:rsidR="00FA7A12" w:rsidRPr="00DC3FAE" w:rsidTr="002F213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FA7A12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Have you ever been dismissed from your employment by any organisation in New Zealand or anywhere else?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DF3803" w:rsidP="00DF3803">
            <w:pPr>
              <w:pStyle w:val="BodyText"/>
              <w:rPr>
                <w:rFonts w:ascii="Century Schoolbook" w:hAnsi="Century Schoolbook"/>
                <w:i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FA7A12" w:rsidRPr="00DC3FAE" w:rsidTr="002F213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FA7A12" w:rsidP="00FA7A12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Are you entitled to work in New Zealand?</w:t>
            </w:r>
          </w:p>
          <w:p w:rsidR="00727A49" w:rsidRPr="008E4B3D" w:rsidRDefault="00727A49" w:rsidP="00727A49">
            <w:pPr>
              <w:pStyle w:val="BodyText"/>
              <w:keepNext/>
              <w:keepLines/>
              <w:outlineLvl w:val="5"/>
              <w:rPr>
                <w:rFonts w:ascii="Century Schoolbook" w:hAnsi="Century Schoolbook"/>
              </w:rPr>
            </w:pPr>
            <w:r w:rsidRPr="008E4B3D">
              <w:rPr>
                <w:rFonts w:ascii="Century Schoolbook" w:hAnsi="Century Schoolbook"/>
                <w:i/>
                <w:sz w:val="16"/>
                <w:szCs w:val="16"/>
              </w:rPr>
              <w:t>(Select yes or no from dropdown)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7A12" w:rsidRPr="008E4B3D" w:rsidRDefault="00E818B7" w:rsidP="00FA7A12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bookmarkStart w:id="4" w:name="Dropdown2"/>
            <w:r w:rsidRPr="008E4B3D">
              <w:rPr>
                <w:rFonts w:ascii="Century Schoolbook" w:hAnsi="Century Schoolbook"/>
                <w:sz w:val="20"/>
              </w:rPr>
              <w:instrText xml:space="preserve"> FORMDROPDOWN </w:instrText>
            </w:r>
            <w:r w:rsidR="005E0944">
              <w:rPr>
                <w:rFonts w:ascii="Century Schoolbook" w:hAnsi="Century Schoolbook"/>
                <w:sz w:val="20"/>
              </w:rPr>
            </w:r>
            <w:r w:rsidR="005E0944">
              <w:rPr>
                <w:rFonts w:ascii="Century Schoolbook" w:hAnsi="Century Schoolbook"/>
                <w:sz w:val="20"/>
              </w:rPr>
              <w:fldChar w:fldCharType="separate"/>
            </w:r>
            <w:r w:rsidRPr="008E4B3D">
              <w:rPr>
                <w:rFonts w:ascii="Century Schoolbook" w:hAnsi="Century Schoolbook"/>
                <w:sz w:val="20"/>
              </w:rPr>
              <w:fldChar w:fldCharType="end"/>
            </w:r>
            <w:bookmarkEnd w:id="4"/>
          </w:p>
        </w:tc>
      </w:tr>
      <w:tr w:rsidR="00CD2CBF" w:rsidRPr="00DC3FAE" w:rsidTr="002F213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CD2CBF" w:rsidRPr="008E4B3D" w:rsidRDefault="00E818B7" w:rsidP="00FA7A12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Work Permit Date</w:t>
            </w:r>
            <w:r w:rsidRPr="008E4B3D">
              <w:rPr>
                <w:rFonts w:ascii="Century Schoolbook" w:hAnsi="Century Schoolbook"/>
                <w:sz w:val="20"/>
              </w:rPr>
              <w:br/>
            </w:r>
            <w:r w:rsidR="00CD2CBF" w:rsidRPr="008E4B3D">
              <w:rPr>
                <w:rFonts w:ascii="Century Schoolbook" w:hAnsi="Century Schoolbook"/>
                <w:sz w:val="20"/>
              </w:rPr>
              <w:t>(if applicable)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D2CBF" w:rsidRPr="008E4B3D" w:rsidRDefault="00DF3803" w:rsidP="00DF3803">
            <w:pPr>
              <w:pStyle w:val="BodyText"/>
              <w:rPr>
                <w:rFonts w:ascii="Century Schoolbook" w:hAnsi="Century Schoolbook"/>
                <w:i/>
                <w:sz w:val="22"/>
                <w:szCs w:val="22"/>
              </w:rPr>
            </w:pP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separate"/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noProof/>
                <w:sz w:val="20"/>
                <w:highlight w:val="lightGray"/>
              </w:rPr>
              <w:t> </w:t>
            </w:r>
            <w:r w:rsidRPr="008E4B3D">
              <w:rPr>
                <w:rFonts w:ascii="Century Schoolbook" w:hAnsi="Century Schoolbook"/>
                <w:i/>
                <w:sz w:val="20"/>
                <w:highlight w:val="lightGray"/>
              </w:rPr>
              <w:fldChar w:fldCharType="end"/>
            </w:r>
          </w:p>
        </w:tc>
      </w:tr>
      <w:tr w:rsidR="00CD2CBF" w:rsidRPr="00DC3FAE" w:rsidTr="002F213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CD2CBF" w:rsidRPr="008E4B3D" w:rsidRDefault="00CD2CBF" w:rsidP="00FA7A12">
            <w:pPr>
              <w:pStyle w:val="BodyText31"/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Drivers Licence – do you hold a current driver’s licence</w:t>
            </w:r>
          </w:p>
          <w:p w:rsidR="00727A49" w:rsidRPr="008E4B3D" w:rsidRDefault="00727A49" w:rsidP="00727A49">
            <w:pPr>
              <w:pStyle w:val="BodyText"/>
              <w:keepNext/>
              <w:keepLines/>
              <w:outlineLvl w:val="5"/>
              <w:rPr>
                <w:rFonts w:ascii="Century Schoolbook" w:hAnsi="Century Schoolbook"/>
              </w:rPr>
            </w:pPr>
            <w:r w:rsidRPr="008E4B3D">
              <w:rPr>
                <w:rFonts w:ascii="Century Schoolbook" w:hAnsi="Century Schoolbook"/>
                <w:i/>
                <w:sz w:val="16"/>
                <w:szCs w:val="16"/>
              </w:rPr>
              <w:t>(Select yes or no from dropdown)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D2CBF" w:rsidRPr="008E4B3D" w:rsidRDefault="00E818B7" w:rsidP="00FA7A12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bookmarkStart w:id="5" w:name="Dropdown3"/>
            <w:r w:rsidRPr="008E4B3D">
              <w:rPr>
                <w:rFonts w:ascii="Century Schoolbook" w:hAnsi="Century Schoolbook"/>
                <w:sz w:val="20"/>
              </w:rPr>
              <w:instrText xml:space="preserve"> FORMDROPDOWN </w:instrText>
            </w:r>
            <w:r w:rsidR="005E0944">
              <w:rPr>
                <w:rFonts w:ascii="Century Schoolbook" w:hAnsi="Century Schoolbook"/>
                <w:sz w:val="20"/>
              </w:rPr>
            </w:r>
            <w:r w:rsidR="005E0944">
              <w:rPr>
                <w:rFonts w:ascii="Century Schoolbook" w:hAnsi="Century Schoolbook"/>
                <w:sz w:val="20"/>
              </w:rPr>
              <w:fldChar w:fldCharType="separate"/>
            </w:r>
            <w:r w:rsidRPr="008E4B3D">
              <w:rPr>
                <w:rFonts w:ascii="Century Schoolbook" w:hAnsi="Century Schoolbook"/>
                <w:sz w:val="20"/>
              </w:rPr>
              <w:fldChar w:fldCharType="end"/>
            </w:r>
            <w:bookmarkEnd w:id="5"/>
          </w:p>
        </w:tc>
      </w:tr>
    </w:tbl>
    <w:p w:rsidR="00C10C97" w:rsidRPr="008E4B3D" w:rsidRDefault="00C10C97" w:rsidP="00FA7A12">
      <w:pPr>
        <w:pStyle w:val="BodyText"/>
        <w:rPr>
          <w:rFonts w:ascii="Century Schoolbook" w:hAnsi="Century Schoolbook" w:cs="Arial"/>
          <w:sz w:val="20"/>
        </w:rPr>
      </w:pPr>
    </w:p>
    <w:p w:rsidR="00FA7A12" w:rsidRPr="008E4B3D" w:rsidRDefault="00C10C97" w:rsidP="00FA7A12">
      <w:pPr>
        <w:pStyle w:val="BodyText"/>
        <w:rPr>
          <w:rFonts w:ascii="Century Schoolbook" w:hAnsi="Century Schoolbook" w:cs="Arial"/>
          <w:sz w:val="22"/>
          <w:szCs w:val="22"/>
        </w:rPr>
      </w:pPr>
      <w:r w:rsidRPr="008E4B3D">
        <w:rPr>
          <w:rFonts w:ascii="Century Schoolbook" w:hAnsi="Century Schoolbook" w:cs="Arial"/>
          <w:sz w:val="22"/>
          <w:szCs w:val="22"/>
        </w:rPr>
        <w:t>Squad work can involve:</w:t>
      </w:r>
    </w:p>
    <w:p w:rsidR="00FA7A12" w:rsidRPr="008E4B3D" w:rsidRDefault="00FA7A12" w:rsidP="00FA7A12">
      <w:pPr>
        <w:pStyle w:val="BodyText"/>
        <w:numPr>
          <w:ilvl w:val="0"/>
          <w:numId w:val="2"/>
        </w:numPr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>Listing (data entry, using Excel spreadsheets)</w:t>
      </w:r>
    </w:p>
    <w:p w:rsidR="00FA7A12" w:rsidRPr="008E4B3D" w:rsidRDefault="00FA7A12" w:rsidP="00FA7A12">
      <w:pPr>
        <w:pStyle w:val="BodyText"/>
        <w:numPr>
          <w:ilvl w:val="0"/>
          <w:numId w:val="2"/>
        </w:numPr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>Moving Boxes (heavy lifting)</w:t>
      </w:r>
    </w:p>
    <w:p w:rsidR="00FA7A12" w:rsidRPr="008E4B3D" w:rsidRDefault="00FA7A12" w:rsidP="00FA7A12">
      <w:pPr>
        <w:pStyle w:val="BodyText"/>
        <w:numPr>
          <w:ilvl w:val="0"/>
          <w:numId w:val="2"/>
        </w:numPr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 xml:space="preserve">Moving Files (putting on and taking off shelves – can involve step ladders) </w:t>
      </w:r>
    </w:p>
    <w:p w:rsidR="00FA7A12" w:rsidRPr="008E4B3D" w:rsidRDefault="00FA7A12" w:rsidP="00FA7A12">
      <w:pPr>
        <w:pStyle w:val="BodyText"/>
        <w:numPr>
          <w:ilvl w:val="0"/>
          <w:numId w:val="2"/>
        </w:numPr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>Cleaning Files and Shelves (very dusty work)</w:t>
      </w:r>
    </w:p>
    <w:p w:rsidR="00FA7A12" w:rsidRPr="008E4B3D" w:rsidRDefault="00FA7A12" w:rsidP="00FA7A12">
      <w:pPr>
        <w:pStyle w:val="BodyText"/>
        <w:numPr>
          <w:ilvl w:val="0"/>
          <w:numId w:val="2"/>
        </w:numPr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>Making Up Physical Files (putting files together, adding title and coloured labels)</w:t>
      </w:r>
    </w:p>
    <w:p w:rsidR="00FA7A12" w:rsidRPr="008E4B3D" w:rsidRDefault="00FA7A12" w:rsidP="00FA7A12">
      <w:pPr>
        <w:pStyle w:val="BodyText"/>
        <w:numPr>
          <w:ilvl w:val="0"/>
          <w:numId w:val="2"/>
        </w:numPr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>Making Up electronic Files</w:t>
      </w:r>
    </w:p>
    <w:p w:rsidR="00FA7A12" w:rsidRPr="008E4B3D" w:rsidRDefault="00FA7A12" w:rsidP="00FA7A12">
      <w:pPr>
        <w:pStyle w:val="BodyText"/>
        <w:numPr>
          <w:ilvl w:val="0"/>
          <w:numId w:val="2"/>
        </w:numPr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>Re-labeling Files</w:t>
      </w:r>
    </w:p>
    <w:p w:rsidR="00FA7A12" w:rsidRPr="008E4B3D" w:rsidRDefault="00FA7A12" w:rsidP="00FA7A12">
      <w:pPr>
        <w:pStyle w:val="BodyText"/>
        <w:numPr>
          <w:ilvl w:val="0"/>
          <w:numId w:val="2"/>
        </w:numPr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>Communicating Information (working closely with a project manager, other staff, clients)</w:t>
      </w:r>
    </w:p>
    <w:p w:rsidR="00FA7A12" w:rsidRPr="008E4B3D" w:rsidRDefault="00FA7A12" w:rsidP="00FA7A12">
      <w:pPr>
        <w:pStyle w:val="BodyText"/>
        <w:numPr>
          <w:ilvl w:val="0"/>
          <w:numId w:val="2"/>
        </w:numPr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>Working in High Rise Buildings, Basements and Warehouses.</w:t>
      </w:r>
    </w:p>
    <w:p w:rsidR="00FA7A12" w:rsidRPr="008E4B3D" w:rsidRDefault="00FA7A12" w:rsidP="00FA7A12">
      <w:pPr>
        <w:pStyle w:val="BodyText"/>
        <w:rPr>
          <w:rFonts w:ascii="Century Schoolbook" w:hAnsi="Century Schoolbook"/>
          <w:sz w:val="22"/>
          <w:szCs w:val="22"/>
        </w:rPr>
      </w:pPr>
    </w:p>
    <w:p w:rsidR="00727A49" w:rsidRPr="008E4B3D" w:rsidRDefault="00DF3803" w:rsidP="00FA7A12">
      <w:pPr>
        <w:pStyle w:val="BodyText"/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>Are there any tasks above that you would not want to do?</w:t>
      </w:r>
    </w:p>
    <w:p w:rsidR="00727A49" w:rsidRPr="008E4B3D" w:rsidRDefault="00DF3803" w:rsidP="00FA7A12">
      <w:pPr>
        <w:pStyle w:val="BodyText"/>
        <w:rPr>
          <w:rFonts w:ascii="Century Schoolbook" w:hAnsi="Century Schoolbook"/>
          <w:i/>
          <w:sz w:val="20"/>
        </w:rPr>
      </w:pPr>
      <w:r w:rsidRPr="008E4B3D">
        <w:rPr>
          <w:rFonts w:ascii="Century Schoolbook" w:hAnsi="Century Schoolbook"/>
          <w:i/>
          <w:sz w:val="20"/>
          <w:highlight w:val="lightGray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8E4B3D">
        <w:rPr>
          <w:rFonts w:ascii="Century Schoolbook" w:hAnsi="Century Schoolbook"/>
          <w:i/>
          <w:sz w:val="20"/>
          <w:highlight w:val="lightGray"/>
        </w:rPr>
        <w:instrText xml:space="preserve"> FORMTEXT </w:instrText>
      </w:r>
      <w:r w:rsidRPr="008E4B3D">
        <w:rPr>
          <w:rFonts w:ascii="Century Schoolbook" w:hAnsi="Century Schoolbook"/>
          <w:i/>
          <w:sz w:val="20"/>
          <w:highlight w:val="lightGray"/>
        </w:rPr>
      </w:r>
      <w:r w:rsidRPr="008E4B3D">
        <w:rPr>
          <w:rFonts w:ascii="Century Schoolbook" w:hAnsi="Century Schoolbook"/>
          <w:i/>
          <w:sz w:val="20"/>
          <w:highlight w:val="lightGray"/>
        </w:rPr>
        <w:fldChar w:fldCharType="separate"/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sz w:val="20"/>
          <w:highlight w:val="lightGray"/>
        </w:rPr>
        <w:fldChar w:fldCharType="end"/>
      </w:r>
    </w:p>
    <w:p w:rsidR="00DF3803" w:rsidRPr="008E4B3D" w:rsidRDefault="00DF3803" w:rsidP="00FA7A12">
      <w:pPr>
        <w:pStyle w:val="BodyText"/>
        <w:rPr>
          <w:rFonts w:ascii="Century Schoolbook" w:hAnsi="Century Schoolbook"/>
          <w:i/>
          <w:sz w:val="22"/>
          <w:szCs w:val="22"/>
        </w:rPr>
      </w:pPr>
    </w:p>
    <w:p w:rsidR="00DF3803" w:rsidRPr="008E4B3D" w:rsidRDefault="00DF3803" w:rsidP="00DF3803">
      <w:pPr>
        <w:pStyle w:val="BodyText"/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>Is there any reason that you would not be able to do any of these tasks?</w:t>
      </w:r>
    </w:p>
    <w:p w:rsidR="00DF3803" w:rsidRPr="008E4B3D" w:rsidRDefault="00DF3803" w:rsidP="00DF3803">
      <w:pPr>
        <w:pStyle w:val="BodyText"/>
        <w:rPr>
          <w:rFonts w:ascii="Century Schoolbook" w:hAnsi="Century Schoolbook"/>
          <w:i/>
          <w:sz w:val="20"/>
        </w:rPr>
      </w:pPr>
      <w:r w:rsidRPr="008E4B3D">
        <w:rPr>
          <w:rFonts w:ascii="Century Schoolbook" w:hAnsi="Century Schoolbook"/>
          <w:i/>
          <w:sz w:val="20"/>
          <w:highlight w:val="lightGray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8E4B3D">
        <w:rPr>
          <w:rFonts w:ascii="Century Schoolbook" w:hAnsi="Century Schoolbook"/>
          <w:i/>
          <w:sz w:val="20"/>
          <w:highlight w:val="lightGray"/>
        </w:rPr>
        <w:instrText xml:space="preserve"> FORMTEXT </w:instrText>
      </w:r>
      <w:r w:rsidRPr="008E4B3D">
        <w:rPr>
          <w:rFonts w:ascii="Century Schoolbook" w:hAnsi="Century Schoolbook"/>
          <w:i/>
          <w:sz w:val="20"/>
          <w:highlight w:val="lightGray"/>
        </w:rPr>
      </w:r>
      <w:r w:rsidRPr="008E4B3D">
        <w:rPr>
          <w:rFonts w:ascii="Century Schoolbook" w:hAnsi="Century Schoolbook"/>
          <w:i/>
          <w:sz w:val="20"/>
          <w:highlight w:val="lightGray"/>
        </w:rPr>
        <w:fldChar w:fldCharType="separate"/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sz w:val="20"/>
          <w:highlight w:val="lightGray"/>
        </w:rPr>
        <w:fldChar w:fldCharType="end"/>
      </w:r>
    </w:p>
    <w:p w:rsidR="00DF3803" w:rsidRPr="008E4B3D" w:rsidRDefault="00DF3803" w:rsidP="00DF3803">
      <w:pPr>
        <w:pStyle w:val="BodyText"/>
        <w:rPr>
          <w:rFonts w:ascii="Century Schoolbook" w:hAnsi="Century Schoolbook"/>
          <w:i/>
          <w:sz w:val="22"/>
          <w:szCs w:val="22"/>
        </w:rPr>
      </w:pPr>
    </w:p>
    <w:p w:rsidR="00DF3803" w:rsidRPr="008E4B3D" w:rsidRDefault="00DF3803" w:rsidP="00DF3803">
      <w:pPr>
        <w:pStyle w:val="BodyText"/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>If yes, is there anything that we could provide to allow you to do such tasks?</w:t>
      </w:r>
    </w:p>
    <w:p w:rsidR="00DF3803" w:rsidRPr="008E4B3D" w:rsidRDefault="00DF3803" w:rsidP="00DF3803">
      <w:pPr>
        <w:pStyle w:val="BodyText"/>
        <w:rPr>
          <w:rFonts w:ascii="Century Schoolbook" w:hAnsi="Century Schoolbook"/>
          <w:i/>
          <w:sz w:val="20"/>
        </w:rPr>
      </w:pPr>
      <w:r w:rsidRPr="008E4B3D">
        <w:rPr>
          <w:rFonts w:ascii="Century Schoolbook" w:hAnsi="Century Schoolbook"/>
          <w:i/>
          <w:sz w:val="20"/>
          <w:highlight w:val="lightGray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8E4B3D">
        <w:rPr>
          <w:rFonts w:ascii="Century Schoolbook" w:hAnsi="Century Schoolbook"/>
          <w:i/>
          <w:sz w:val="20"/>
          <w:highlight w:val="lightGray"/>
        </w:rPr>
        <w:instrText xml:space="preserve"> FORMTEXT </w:instrText>
      </w:r>
      <w:r w:rsidRPr="008E4B3D">
        <w:rPr>
          <w:rFonts w:ascii="Century Schoolbook" w:hAnsi="Century Schoolbook"/>
          <w:i/>
          <w:sz w:val="20"/>
          <w:highlight w:val="lightGray"/>
        </w:rPr>
      </w:r>
      <w:r w:rsidRPr="008E4B3D">
        <w:rPr>
          <w:rFonts w:ascii="Century Schoolbook" w:hAnsi="Century Schoolbook"/>
          <w:i/>
          <w:sz w:val="20"/>
          <w:highlight w:val="lightGray"/>
        </w:rPr>
        <w:fldChar w:fldCharType="separate"/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sz w:val="20"/>
          <w:highlight w:val="lightGray"/>
        </w:rPr>
        <w:fldChar w:fldCharType="end"/>
      </w:r>
    </w:p>
    <w:p w:rsidR="00DF3803" w:rsidRPr="008E4B3D" w:rsidRDefault="00DF3803" w:rsidP="00DF3803">
      <w:pPr>
        <w:pStyle w:val="BodyText"/>
        <w:rPr>
          <w:rFonts w:ascii="Century Schoolbook" w:hAnsi="Century Schoolbook"/>
          <w:i/>
          <w:sz w:val="22"/>
          <w:szCs w:val="22"/>
        </w:rPr>
      </w:pPr>
    </w:p>
    <w:p w:rsidR="00DF3803" w:rsidRPr="008E4B3D" w:rsidRDefault="00DF3803" w:rsidP="00DF3803">
      <w:pPr>
        <w:pStyle w:val="BodyText"/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lastRenderedPageBreak/>
        <w:t>Is there anything else you would like to share as part of your application for casual employment with the Squad?</w:t>
      </w:r>
    </w:p>
    <w:p w:rsidR="00DF3803" w:rsidRPr="008E4B3D" w:rsidRDefault="00DF3803" w:rsidP="00DF3803">
      <w:pPr>
        <w:pStyle w:val="BodyText"/>
        <w:rPr>
          <w:rFonts w:ascii="Century Schoolbook" w:hAnsi="Century Schoolbook"/>
          <w:i/>
          <w:sz w:val="22"/>
          <w:szCs w:val="22"/>
        </w:rPr>
      </w:pPr>
      <w:r w:rsidRPr="008E4B3D">
        <w:rPr>
          <w:rFonts w:ascii="Century Schoolbook" w:hAnsi="Century Schoolbook"/>
          <w:i/>
          <w:sz w:val="20"/>
          <w:highlight w:val="lightGray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8E4B3D">
        <w:rPr>
          <w:rFonts w:ascii="Century Schoolbook" w:hAnsi="Century Schoolbook"/>
          <w:i/>
          <w:sz w:val="20"/>
          <w:highlight w:val="lightGray"/>
        </w:rPr>
        <w:instrText xml:space="preserve"> FORMTEXT </w:instrText>
      </w:r>
      <w:r w:rsidRPr="008E4B3D">
        <w:rPr>
          <w:rFonts w:ascii="Century Schoolbook" w:hAnsi="Century Schoolbook"/>
          <w:i/>
          <w:sz w:val="20"/>
          <w:highlight w:val="lightGray"/>
        </w:rPr>
      </w:r>
      <w:r w:rsidRPr="008E4B3D">
        <w:rPr>
          <w:rFonts w:ascii="Century Schoolbook" w:hAnsi="Century Schoolbook"/>
          <w:i/>
          <w:sz w:val="20"/>
          <w:highlight w:val="lightGray"/>
        </w:rPr>
        <w:fldChar w:fldCharType="separate"/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noProof/>
          <w:sz w:val="20"/>
          <w:highlight w:val="lightGray"/>
        </w:rPr>
        <w:t> </w:t>
      </w:r>
      <w:r w:rsidRPr="008E4B3D">
        <w:rPr>
          <w:rFonts w:ascii="Century Schoolbook" w:hAnsi="Century Schoolbook"/>
          <w:i/>
          <w:sz w:val="20"/>
          <w:highlight w:val="lightGray"/>
        </w:rPr>
        <w:fldChar w:fldCharType="end"/>
      </w:r>
    </w:p>
    <w:p w:rsidR="00DF3803" w:rsidRPr="008E4B3D" w:rsidRDefault="00DF3803" w:rsidP="00FA7A12">
      <w:pPr>
        <w:pStyle w:val="BodyText"/>
        <w:rPr>
          <w:rFonts w:ascii="Century Schoolbook" w:hAnsi="Century Schoolbook"/>
          <w:sz w:val="22"/>
          <w:szCs w:val="22"/>
        </w:rPr>
      </w:pPr>
    </w:p>
    <w:p w:rsidR="00727A49" w:rsidRPr="008E4B3D" w:rsidRDefault="00727A49" w:rsidP="00FA7A12">
      <w:pPr>
        <w:pStyle w:val="BodyText"/>
        <w:rPr>
          <w:rFonts w:ascii="Century Schoolbook" w:hAnsi="Century Schoolbook"/>
          <w:szCs w:val="24"/>
        </w:rPr>
      </w:pPr>
      <w:r w:rsidRPr="008E4B3D">
        <w:rPr>
          <w:rFonts w:ascii="Century Schoolbook" w:hAnsi="Century Schoolbook"/>
          <w:szCs w:val="24"/>
        </w:rPr>
        <w:t>Declaration:</w:t>
      </w:r>
    </w:p>
    <w:p w:rsidR="00727A49" w:rsidRPr="008E4B3D" w:rsidRDefault="00DF3803" w:rsidP="00FA7A12">
      <w:pPr>
        <w:pStyle w:val="BodyText"/>
        <w:rPr>
          <w:rFonts w:ascii="Century Schoolbook" w:hAnsi="Century Schoolbook"/>
          <w:sz w:val="22"/>
          <w:szCs w:val="22"/>
        </w:rPr>
      </w:pPr>
      <w:r w:rsidRPr="008E4B3D">
        <w:rPr>
          <w:rFonts w:ascii="Century Schoolbook" w:hAnsi="Century Schoolbook"/>
          <w:sz w:val="22"/>
          <w:szCs w:val="22"/>
        </w:rPr>
        <w:t>I declare that all the information provided in this application to be true at time of completion.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5828"/>
      </w:tblGrid>
      <w:tr w:rsidR="00FA7A12" w:rsidRPr="00DC3FAE" w:rsidTr="00CE15E8">
        <w:tc>
          <w:tcPr>
            <w:tcW w:w="1368" w:type="dxa"/>
            <w:tcBorders>
              <w:top w:val="nil"/>
              <w:bottom w:val="nil"/>
            </w:tcBorders>
          </w:tcPr>
          <w:p w:rsidR="00FA7A12" w:rsidRPr="008E4B3D" w:rsidRDefault="00FA7A12" w:rsidP="00FA7A12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Signed by:</w:t>
            </w:r>
          </w:p>
        </w:tc>
        <w:tc>
          <w:tcPr>
            <w:tcW w:w="5828" w:type="dxa"/>
          </w:tcPr>
          <w:p w:rsidR="00FA7A12" w:rsidRPr="008E4B3D" w:rsidRDefault="00E818B7" w:rsidP="00FA7A12">
            <w:pPr>
              <w:rPr>
                <w:rFonts w:ascii="Century Schoolbook" w:hAnsi="Century Schoolbook"/>
                <w:sz w:val="22"/>
              </w:rPr>
            </w:pPr>
            <w:r w:rsidRPr="008E4B3D">
              <w:rPr>
                <w:rFonts w:ascii="Century Schoolbook" w:hAnsi="Century Schoolbook"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6" w:name="Text38"/>
            <w:r w:rsidRPr="008E4B3D">
              <w:rPr>
                <w:rFonts w:ascii="Century Schoolbook" w:hAnsi="Century Schoolbook"/>
                <w:sz w:val="22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sz w:val="22"/>
              </w:rPr>
            </w:r>
            <w:r w:rsidRPr="008E4B3D">
              <w:rPr>
                <w:rFonts w:ascii="Century Schoolbook" w:hAnsi="Century Schoolbook"/>
                <w:sz w:val="22"/>
              </w:rPr>
              <w:fldChar w:fldCharType="separate"/>
            </w:r>
            <w:r w:rsidRPr="008E4B3D">
              <w:rPr>
                <w:rFonts w:ascii="Century Schoolbook" w:hAnsi="Century Schoolbook"/>
                <w:noProof/>
                <w:sz w:val="22"/>
              </w:rPr>
              <w:t> </w:t>
            </w:r>
            <w:r w:rsidRPr="008E4B3D">
              <w:rPr>
                <w:rFonts w:ascii="Century Schoolbook" w:hAnsi="Century Schoolbook"/>
                <w:noProof/>
                <w:sz w:val="22"/>
              </w:rPr>
              <w:t> </w:t>
            </w:r>
            <w:r w:rsidRPr="008E4B3D">
              <w:rPr>
                <w:rFonts w:ascii="Century Schoolbook" w:hAnsi="Century Schoolbook"/>
                <w:noProof/>
                <w:sz w:val="22"/>
              </w:rPr>
              <w:t> </w:t>
            </w:r>
            <w:r w:rsidRPr="008E4B3D">
              <w:rPr>
                <w:rFonts w:ascii="Century Schoolbook" w:hAnsi="Century Schoolbook"/>
                <w:noProof/>
                <w:sz w:val="22"/>
              </w:rPr>
              <w:t> </w:t>
            </w:r>
            <w:r w:rsidRPr="008E4B3D">
              <w:rPr>
                <w:rFonts w:ascii="Century Schoolbook" w:hAnsi="Century Schoolbook"/>
                <w:noProof/>
                <w:sz w:val="22"/>
              </w:rPr>
              <w:t> </w:t>
            </w:r>
            <w:r w:rsidRPr="008E4B3D">
              <w:rPr>
                <w:rFonts w:ascii="Century Schoolbook" w:hAnsi="Century Schoolbook"/>
                <w:sz w:val="22"/>
              </w:rPr>
              <w:fldChar w:fldCharType="end"/>
            </w:r>
            <w:bookmarkEnd w:id="6"/>
          </w:p>
        </w:tc>
      </w:tr>
      <w:tr w:rsidR="00FA7A12" w:rsidRPr="00DC3FAE" w:rsidTr="00CE15E8">
        <w:tc>
          <w:tcPr>
            <w:tcW w:w="1368" w:type="dxa"/>
            <w:tcBorders>
              <w:top w:val="nil"/>
              <w:bottom w:val="nil"/>
            </w:tcBorders>
          </w:tcPr>
          <w:p w:rsidR="00FA7A12" w:rsidRPr="008E4B3D" w:rsidRDefault="00FA7A12" w:rsidP="00FA7A12">
            <w:pPr>
              <w:rPr>
                <w:rFonts w:ascii="Century Schoolbook" w:hAnsi="Century Schoolbook"/>
                <w:sz w:val="20"/>
              </w:rPr>
            </w:pPr>
            <w:r w:rsidRPr="008E4B3D">
              <w:rPr>
                <w:rFonts w:ascii="Century Schoolbook" w:hAnsi="Century Schoolbook"/>
                <w:sz w:val="20"/>
              </w:rPr>
              <w:t>Date</w:t>
            </w:r>
          </w:p>
        </w:tc>
        <w:tc>
          <w:tcPr>
            <w:tcW w:w="5828" w:type="dxa"/>
          </w:tcPr>
          <w:p w:rsidR="00FA7A12" w:rsidRPr="008E4B3D" w:rsidRDefault="00E818B7" w:rsidP="00FA7A12">
            <w:pPr>
              <w:rPr>
                <w:rFonts w:ascii="Century Schoolbook" w:hAnsi="Century Schoolbook"/>
                <w:sz w:val="22"/>
              </w:rPr>
            </w:pPr>
            <w:r w:rsidRPr="008E4B3D">
              <w:rPr>
                <w:rFonts w:ascii="Century Schoolbook" w:hAnsi="Century Schoolbook"/>
                <w:sz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7" w:name="Text37"/>
            <w:r w:rsidRPr="008E4B3D">
              <w:rPr>
                <w:rFonts w:ascii="Century Schoolbook" w:hAnsi="Century Schoolbook"/>
                <w:sz w:val="22"/>
              </w:rPr>
              <w:instrText xml:space="preserve"> FORMTEXT </w:instrText>
            </w:r>
            <w:r w:rsidRPr="008E4B3D">
              <w:rPr>
                <w:rFonts w:ascii="Century Schoolbook" w:hAnsi="Century Schoolbook"/>
                <w:sz w:val="22"/>
              </w:rPr>
            </w:r>
            <w:r w:rsidRPr="008E4B3D">
              <w:rPr>
                <w:rFonts w:ascii="Century Schoolbook" w:hAnsi="Century Schoolbook"/>
                <w:sz w:val="22"/>
              </w:rPr>
              <w:fldChar w:fldCharType="separate"/>
            </w:r>
            <w:r w:rsidRPr="008E4B3D">
              <w:rPr>
                <w:rFonts w:ascii="Century Schoolbook" w:hAnsi="Century Schoolbook"/>
                <w:noProof/>
                <w:sz w:val="22"/>
              </w:rPr>
              <w:t> </w:t>
            </w:r>
            <w:r w:rsidRPr="008E4B3D">
              <w:rPr>
                <w:rFonts w:ascii="Century Schoolbook" w:hAnsi="Century Schoolbook"/>
                <w:noProof/>
                <w:sz w:val="22"/>
              </w:rPr>
              <w:t> </w:t>
            </w:r>
            <w:r w:rsidRPr="008E4B3D">
              <w:rPr>
                <w:rFonts w:ascii="Century Schoolbook" w:hAnsi="Century Schoolbook"/>
                <w:noProof/>
                <w:sz w:val="22"/>
              </w:rPr>
              <w:t> </w:t>
            </w:r>
            <w:r w:rsidRPr="008E4B3D">
              <w:rPr>
                <w:rFonts w:ascii="Century Schoolbook" w:hAnsi="Century Schoolbook"/>
                <w:noProof/>
                <w:sz w:val="22"/>
              </w:rPr>
              <w:t> </w:t>
            </w:r>
            <w:r w:rsidRPr="008E4B3D">
              <w:rPr>
                <w:rFonts w:ascii="Century Schoolbook" w:hAnsi="Century Schoolbook"/>
                <w:noProof/>
                <w:sz w:val="22"/>
              </w:rPr>
              <w:t> </w:t>
            </w:r>
            <w:r w:rsidRPr="008E4B3D">
              <w:rPr>
                <w:rFonts w:ascii="Century Schoolbook" w:hAnsi="Century Schoolbook"/>
                <w:sz w:val="22"/>
              </w:rPr>
              <w:fldChar w:fldCharType="end"/>
            </w:r>
            <w:bookmarkEnd w:id="7"/>
          </w:p>
        </w:tc>
      </w:tr>
    </w:tbl>
    <w:p w:rsidR="00FA7A12" w:rsidRPr="008E4B3D" w:rsidRDefault="00FA7A12" w:rsidP="00FA7A12">
      <w:pPr>
        <w:pStyle w:val="BodyText"/>
        <w:rPr>
          <w:rFonts w:ascii="Century Schoolbook" w:hAnsi="Century Schoolbook" w:cs="Arial"/>
          <w:sz w:val="22"/>
          <w:szCs w:val="22"/>
        </w:rPr>
      </w:pPr>
    </w:p>
    <w:p w:rsidR="00254773" w:rsidRPr="008E4B3D" w:rsidRDefault="00254773" w:rsidP="00254773">
      <w:pPr>
        <w:pStyle w:val="BodyText"/>
        <w:rPr>
          <w:rFonts w:ascii="Century Schoolbook" w:hAnsi="Century Schoolbook"/>
        </w:rPr>
      </w:pPr>
      <w:r w:rsidRPr="008E4B3D">
        <w:rPr>
          <w:rFonts w:ascii="Century Schoolbook" w:hAnsi="Century Schoolbook"/>
        </w:rPr>
        <w:t>Note - all information about the candidate is kept in a confidential and secure system</w:t>
      </w:r>
      <w:r w:rsidR="00E818B7" w:rsidRPr="008E4B3D">
        <w:rPr>
          <w:rFonts w:ascii="Century Schoolbook" w:hAnsi="Century Schoolbook"/>
        </w:rPr>
        <w:t>.</w:t>
      </w:r>
    </w:p>
    <w:p w:rsidR="00C65F9D" w:rsidRPr="006D4092" w:rsidRDefault="00C65F9D" w:rsidP="00254773">
      <w:pPr>
        <w:pStyle w:val="BodyText"/>
        <w:rPr>
          <w:rFonts w:ascii="AvantGarde Medium" w:hAnsi="AvantGarde Medium" w:cs="Arial"/>
          <w:sz w:val="22"/>
          <w:szCs w:val="22"/>
        </w:rPr>
      </w:pPr>
      <w:r>
        <w:rPr>
          <w:rFonts w:ascii="AvantGarde Medium" w:hAnsi="AvantGarde Medium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CB222DE" wp14:editId="5D211AFB">
                <wp:simplePos x="0" y="0"/>
                <wp:positionH relativeFrom="column">
                  <wp:posOffset>131445</wp:posOffset>
                </wp:positionH>
                <wp:positionV relativeFrom="paragraph">
                  <wp:posOffset>62864</wp:posOffset>
                </wp:positionV>
                <wp:extent cx="5600700" cy="2229485"/>
                <wp:effectExtent l="50800" t="25400" r="88900" b="10731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2294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803" w:rsidRPr="008E4B3D" w:rsidRDefault="00DF3803" w:rsidP="00C65F9D">
                            <w:pPr>
                              <w:pStyle w:val="BodyText"/>
                              <w:ind w:left="720"/>
                              <w:rPr>
                                <w:rFonts w:ascii="Century Schoolbook" w:hAnsi="Century Schoolbook"/>
                                <w:i/>
                                <w:color w:val="000000" w:themeColor="text1"/>
                                <w:sz w:val="20"/>
                              </w:rPr>
                            </w:pPr>
                            <w:r w:rsidRPr="008E4B3D">
                              <w:rPr>
                                <w:rFonts w:ascii="Century Schoolbook" w:hAnsi="Century Schoolbook"/>
                                <w:i/>
                                <w:color w:val="000000" w:themeColor="text1"/>
                                <w:sz w:val="20"/>
                              </w:rPr>
                              <w:t>Thank you for taking time to complete this form. Your response will be recorded.  We will be in contact in due course.</w:t>
                            </w:r>
                          </w:p>
                          <w:p w:rsidR="00DF3803" w:rsidRPr="008E4B3D" w:rsidRDefault="00DF3803" w:rsidP="00C65F9D">
                            <w:pPr>
                              <w:spacing w:before="0" w:after="0"/>
                              <w:ind w:left="720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</w:pPr>
                            <w:r w:rsidRPr="008E4B3D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  <w:t>Please save this document using this naming convention:</w:t>
                            </w:r>
                          </w:p>
                          <w:p w:rsidR="00DF3803" w:rsidRPr="008E4B3D" w:rsidRDefault="00DF3803" w:rsidP="00C65F9D">
                            <w:pPr>
                              <w:spacing w:before="0" w:after="0"/>
                              <w:ind w:left="1440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</w:pPr>
                            <w:r w:rsidRPr="008E4B3D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  <w:t xml:space="preserve">Firstname last name Squad Application Form </w:t>
                            </w:r>
                            <w:r w:rsidR="0090712C" w:rsidRPr="008E4B3D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  <w:t>yyyy mm dd</w:t>
                            </w:r>
                          </w:p>
                          <w:p w:rsidR="00DF3803" w:rsidRPr="008E4B3D" w:rsidRDefault="00DF3803" w:rsidP="00C65F9D">
                            <w:pPr>
                              <w:spacing w:before="0" w:after="0"/>
                              <w:ind w:left="1440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</w:pPr>
                            <w:r w:rsidRPr="008E4B3D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  <w:t>For example -</w:t>
                            </w:r>
                          </w:p>
                          <w:p w:rsidR="00DF3803" w:rsidRPr="008E4B3D" w:rsidRDefault="00DF3803" w:rsidP="00C65F9D">
                            <w:pPr>
                              <w:spacing w:before="0" w:after="0"/>
                              <w:ind w:left="1440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</w:pPr>
                            <w:r w:rsidRPr="008E4B3D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  <w:t xml:space="preserve">Helen Hancox Squad Application form </w:t>
                            </w:r>
                            <w:r w:rsidR="00C04294" w:rsidRPr="008E4B3D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  <w:t>2013 04 27</w:t>
                            </w:r>
                          </w:p>
                          <w:p w:rsidR="00DF3803" w:rsidRPr="008E4B3D" w:rsidRDefault="00DF3803" w:rsidP="00C65F9D">
                            <w:pPr>
                              <w:spacing w:before="0" w:after="0"/>
                              <w:ind w:left="720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</w:pPr>
                          </w:p>
                          <w:p w:rsidR="00DF3803" w:rsidRPr="008E4B3D" w:rsidRDefault="00DF3803" w:rsidP="00C65F9D">
                            <w:pPr>
                              <w:spacing w:before="0" w:after="0"/>
                              <w:ind w:left="720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</w:pPr>
                            <w:r w:rsidRPr="008E4B3D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  <w:t>Then email the document to:</w:t>
                            </w:r>
                          </w:p>
                          <w:p w:rsidR="00DF3803" w:rsidRPr="008E4B3D" w:rsidRDefault="00FC73B2" w:rsidP="00C65F9D">
                            <w:pPr>
                              <w:spacing w:before="0" w:after="0"/>
                              <w:ind w:left="1440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  <w:t>office</w:t>
                            </w:r>
                            <w:r w:rsidR="00DF3803" w:rsidRPr="008E4B3D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  <w:t>@filing.co.nz</w:t>
                            </w:r>
                          </w:p>
                          <w:p w:rsidR="00DF3803" w:rsidRPr="008E4B3D" w:rsidRDefault="00DF3803" w:rsidP="00C65F9D">
                            <w:pPr>
                              <w:spacing w:before="0" w:after="0"/>
                              <w:ind w:left="1440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</w:pPr>
                            <w:r w:rsidRPr="008E4B3D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  <w:t>With your CV. Use the naming convention</w:t>
                            </w:r>
                          </w:p>
                          <w:p w:rsidR="00DF3803" w:rsidRPr="008E4B3D" w:rsidRDefault="00DF3803" w:rsidP="00C65F9D">
                            <w:pPr>
                              <w:spacing w:before="0" w:after="0"/>
                              <w:ind w:left="1440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</w:pPr>
                            <w:r w:rsidRPr="008E4B3D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  <w:t>Firstname last name CV </w:t>
                            </w:r>
                            <w:r w:rsidR="00DF6A0A" w:rsidRPr="008E4B3D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lang w:val="en-AU"/>
                              </w:rPr>
                              <w:t>2013 04 27</w:t>
                            </w:r>
                          </w:p>
                          <w:p w:rsidR="00DF3803" w:rsidRPr="008E4B3D" w:rsidRDefault="00DF3803" w:rsidP="00C65F9D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B222DE" id="Rounded Rectangle 3" o:spid="_x0000_s1026" style="position:absolute;margin-left:10.35pt;margin-top:4.95pt;width:441pt;height:175.5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" filled="f" strokecolor="black [3213]">
                <v:shadow on="t" color="black" opacity="22937f" origin=",.5" offset="0,.63889mm"/>
                <v:textbox>
                  <w:txbxContent>
                    <w:p w:rsidR="00DF3803" w:rsidRPr="008E4B3D" w:rsidRDefault="00DF3803" w:rsidP="00C65F9D">
                      <w:pPr>
                        <w:pStyle w:val="BodyText"/>
                        <w:ind w:left="720"/>
                        <w:rPr>
                          <w:rFonts w:ascii="Century Schoolbook" w:hAnsi="Century Schoolbook"/>
                          <w:i/>
                          <w:color w:val="000000" w:themeColor="text1"/>
                          <w:sz w:val="20"/>
                        </w:rPr>
                      </w:pPr>
                      <w:r w:rsidRPr="008E4B3D">
                        <w:rPr>
                          <w:rFonts w:ascii="Century Schoolbook" w:hAnsi="Century Schoolbook"/>
                          <w:i/>
                          <w:color w:val="000000" w:themeColor="text1"/>
                          <w:sz w:val="20"/>
                        </w:rPr>
                        <w:t>Thank you for taking time to complete this form. Your response will be recorded.  We will be in contact in due course.</w:t>
                      </w:r>
                    </w:p>
                    <w:p w:rsidR="00DF3803" w:rsidRPr="008E4B3D" w:rsidRDefault="00DF3803" w:rsidP="00C65F9D">
                      <w:pPr>
                        <w:spacing w:before="0" w:after="0"/>
                        <w:ind w:left="720"/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</w:pPr>
                      <w:r w:rsidRPr="008E4B3D"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  <w:t>Please save this document using this naming convention:</w:t>
                      </w:r>
                    </w:p>
                    <w:p w:rsidR="00DF3803" w:rsidRPr="008E4B3D" w:rsidRDefault="00DF3803" w:rsidP="00C65F9D">
                      <w:pPr>
                        <w:spacing w:before="0" w:after="0"/>
                        <w:ind w:left="1440"/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</w:pPr>
                      <w:r w:rsidRPr="008E4B3D"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  <w:t xml:space="preserve">Firstname last name Squad Application Form </w:t>
                      </w:r>
                      <w:r w:rsidR="0090712C" w:rsidRPr="008E4B3D"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  <w:t>yyyy mm dd</w:t>
                      </w:r>
                    </w:p>
                    <w:p w:rsidR="00DF3803" w:rsidRPr="008E4B3D" w:rsidRDefault="00DF3803" w:rsidP="00C65F9D">
                      <w:pPr>
                        <w:spacing w:before="0" w:after="0"/>
                        <w:ind w:left="1440"/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</w:pPr>
                      <w:r w:rsidRPr="008E4B3D"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  <w:t>For example -</w:t>
                      </w:r>
                    </w:p>
                    <w:p w:rsidR="00DF3803" w:rsidRPr="008E4B3D" w:rsidRDefault="00DF3803" w:rsidP="00C65F9D">
                      <w:pPr>
                        <w:spacing w:before="0" w:after="0"/>
                        <w:ind w:left="1440"/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</w:pPr>
                      <w:r w:rsidRPr="008E4B3D"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  <w:t xml:space="preserve">Helen Hancox Squad Application form </w:t>
                      </w:r>
                      <w:r w:rsidR="00C04294" w:rsidRPr="008E4B3D"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  <w:t>2013 04 27</w:t>
                      </w:r>
                    </w:p>
                    <w:p w:rsidR="00DF3803" w:rsidRPr="008E4B3D" w:rsidRDefault="00DF3803" w:rsidP="00C65F9D">
                      <w:pPr>
                        <w:spacing w:before="0" w:after="0"/>
                        <w:ind w:left="720"/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</w:pPr>
                    </w:p>
                    <w:p w:rsidR="00DF3803" w:rsidRPr="008E4B3D" w:rsidRDefault="00DF3803" w:rsidP="00C65F9D">
                      <w:pPr>
                        <w:spacing w:before="0" w:after="0"/>
                        <w:ind w:left="720"/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</w:pPr>
                      <w:r w:rsidRPr="008E4B3D"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  <w:t>Then email the document to:</w:t>
                      </w:r>
                    </w:p>
                    <w:p w:rsidR="00DF3803" w:rsidRPr="008E4B3D" w:rsidRDefault="00FC73B2" w:rsidP="00C65F9D">
                      <w:pPr>
                        <w:spacing w:before="0" w:after="0"/>
                        <w:ind w:left="1440"/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</w:pPr>
                      <w:r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  <w:t>office</w:t>
                      </w:r>
                      <w:r w:rsidR="00DF3803" w:rsidRPr="008E4B3D"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  <w:t>@filing.co.nz</w:t>
                      </w:r>
                    </w:p>
                    <w:p w:rsidR="00DF3803" w:rsidRPr="008E4B3D" w:rsidRDefault="00DF3803" w:rsidP="00C65F9D">
                      <w:pPr>
                        <w:spacing w:before="0" w:after="0"/>
                        <w:ind w:left="1440"/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</w:pPr>
                      <w:r w:rsidRPr="008E4B3D"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  <w:t>With your CV. Use the naming convention</w:t>
                      </w:r>
                    </w:p>
                    <w:p w:rsidR="00DF3803" w:rsidRPr="008E4B3D" w:rsidRDefault="00DF3803" w:rsidP="00C65F9D">
                      <w:pPr>
                        <w:spacing w:before="0" w:after="0"/>
                        <w:ind w:left="1440"/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</w:pPr>
                      <w:r w:rsidRPr="008E4B3D"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  <w:t>Firstname last name CV </w:t>
                      </w:r>
                      <w:r w:rsidR="00DF6A0A" w:rsidRPr="008E4B3D">
                        <w:rPr>
                          <w:rFonts w:ascii="Century Schoolbook" w:hAnsi="Century Schoolbook"/>
                          <w:color w:val="000000" w:themeColor="text1"/>
                          <w:sz w:val="20"/>
                          <w:lang w:val="en-AU"/>
                        </w:rPr>
                        <w:t>2013 04 27</w:t>
                      </w:r>
                    </w:p>
                    <w:p w:rsidR="00DF3803" w:rsidRPr="008E4B3D" w:rsidRDefault="00DF3803" w:rsidP="00C65F9D">
                      <w:pPr>
                        <w:jc w:val="center"/>
                        <w:rPr>
                          <w:rFonts w:ascii="Century Schoolbook" w:hAnsi="Century Schoolbook"/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C65F9D" w:rsidRPr="006D4092" w:rsidSect="00CE15E8">
      <w:footerReference w:type="default" r:id="rId8"/>
      <w:headerReference w:type="first" r:id="rId9"/>
      <w:pgSz w:w="11907" w:h="16840" w:code="9"/>
      <w:pgMar w:top="1985" w:right="1134" w:bottom="992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944" w:rsidRDefault="005E0944">
      <w:r>
        <w:separator/>
      </w:r>
    </w:p>
  </w:endnote>
  <w:endnote w:type="continuationSeparator" w:id="0">
    <w:p w:rsidR="005E0944" w:rsidRDefault="005E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antGarde Medium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03" w:rsidRDefault="00DF3803">
    <w:pPr>
      <w:pStyle w:val="Footer"/>
      <w:tabs>
        <w:tab w:val="clear" w:pos="4320"/>
        <w:tab w:val="clear" w:pos="8640"/>
        <w:tab w:val="right" w:pos="8505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944" w:rsidRDefault="005E0944">
      <w:r>
        <w:separator/>
      </w:r>
    </w:p>
  </w:footnote>
  <w:footnote w:type="continuationSeparator" w:id="0">
    <w:p w:rsidR="005E0944" w:rsidRDefault="005E0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03" w:rsidRDefault="00301CE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5D7E57" wp14:editId="30AC715D">
          <wp:simplePos x="0" y="0"/>
          <wp:positionH relativeFrom="column">
            <wp:posOffset>4528820</wp:posOffset>
          </wp:positionH>
          <wp:positionV relativeFrom="paragraph">
            <wp:posOffset>-568960</wp:posOffset>
          </wp:positionV>
          <wp:extent cx="2346804" cy="1907921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ey bird with sk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6804" cy="190792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F081A"/>
    <w:multiLevelType w:val="hybridMultilevel"/>
    <w:tmpl w:val="436291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BE27C3"/>
    <w:multiLevelType w:val="multilevel"/>
    <w:tmpl w:val="AF84E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5FEE0035"/>
    <w:multiLevelType w:val="hybridMultilevel"/>
    <w:tmpl w:val="639CB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E7D79"/>
    <w:multiLevelType w:val="hybridMultilevel"/>
    <w:tmpl w:val="436291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A7"/>
    <w:rsid w:val="00001FAF"/>
    <w:rsid w:val="000A3F0D"/>
    <w:rsid w:val="001145F8"/>
    <w:rsid w:val="00144BFF"/>
    <w:rsid w:val="001B1D47"/>
    <w:rsid w:val="002424A1"/>
    <w:rsid w:val="00243E50"/>
    <w:rsid w:val="00254773"/>
    <w:rsid w:val="002B67BD"/>
    <w:rsid w:val="002F2137"/>
    <w:rsid w:val="00301CE9"/>
    <w:rsid w:val="0035281B"/>
    <w:rsid w:val="003E28E2"/>
    <w:rsid w:val="005E0944"/>
    <w:rsid w:val="006D4092"/>
    <w:rsid w:val="00727A49"/>
    <w:rsid w:val="007B4DD6"/>
    <w:rsid w:val="00891A49"/>
    <w:rsid w:val="008D2193"/>
    <w:rsid w:val="008E4B3D"/>
    <w:rsid w:val="0090712C"/>
    <w:rsid w:val="00A42F77"/>
    <w:rsid w:val="00AB6132"/>
    <w:rsid w:val="00AD0BFE"/>
    <w:rsid w:val="00C04294"/>
    <w:rsid w:val="00C10C97"/>
    <w:rsid w:val="00C65F9D"/>
    <w:rsid w:val="00CD2CBF"/>
    <w:rsid w:val="00CE15E8"/>
    <w:rsid w:val="00DC3FAE"/>
    <w:rsid w:val="00DD6986"/>
    <w:rsid w:val="00DF3803"/>
    <w:rsid w:val="00DF6A0A"/>
    <w:rsid w:val="00E47FA7"/>
    <w:rsid w:val="00E556F0"/>
    <w:rsid w:val="00E818B7"/>
    <w:rsid w:val="00E85983"/>
    <w:rsid w:val="00F462A5"/>
    <w:rsid w:val="00FA7A12"/>
    <w:rsid w:val="00FC73B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E60B63"/>
  <w14:defaultImageDpi w14:val="300"/>
  <w15:docId w15:val="{014DAA3F-C36C-B64A-A1CF-2AB1A185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28E2"/>
    <w:pPr>
      <w:spacing w:before="60" w:after="120"/>
    </w:pPr>
    <w:rPr>
      <w:rFonts w:ascii="Garamond" w:hAnsi="Garamond"/>
      <w:sz w:val="24"/>
      <w:lang w:val="en-US"/>
    </w:rPr>
  </w:style>
  <w:style w:type="paragraph" w:styleId="Heading1">
    <w:name w:val="heading 1"/>
    <w:basedOn w:val="Normal"/>
    <w:next w:val="Normal"/>
    <w:qFormat/>
    <w:pPr>
      <w:keepNext/>
      <w:spacing w:after="240"/>
      <w:outlineLvl w:val="0"/>
    </w:pPr>
    <w:rPr>
      <w:rFonts w:ascii="Arial" w:hAnsi="Arial"/>
      <w:sz w:val="36"/>
      <w:lang w:val="en-A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2BE3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pPr>
      <w:tabs>
        <w:tab w:val="center" w:pos="4320"/>
        <w:tab w:val="right" w:pos="8640"/>
      </w:tabs>
      <w:spacing w:after="60"/>
      <w:jc w:val="center"/>
    </w:pPr>
    <w:rPr>
      <w:rFonts w:ascii="Arial" w:hAnsi="Arial"/>
      <w:sz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  <w:spacing w:after="60"/>
      <w:jc w:val="center"/>
    </w:pPr>
    <w:rPr>
      <w:rFonts w:ascii="Arial" w:hAnsi="Arial"/>
      <w:sz w:val="16"/>
    </w:rPr>
  </w:style>
  <w:style w:type="paragraph" w:customStyle="1" w:styleId="BodyText31">
    <w:name w:val="Body Text 31"/>
    <w:basedOn w:val="Normal"/>
    <w:next w:val="BodyText"/>
    <w:pPr>
      <w:spacing w:after="60"/>
    </w:pPr>
    <w:rPr>
      <w:rFonts w:ascii="Arial" w:hAnsi="Arial"/>
      <w:sz w:val="22"/>
    </w:rPr>
  </w:style>
  <w:style w:type="paragraph" w:styleId="BodyText">
    <w:name w:val="Body Text"/>
    <w:basedOn w:val="Normal"/>
  </w:style>
  <w:style w:type="paragraph" w:styleId="BodyText2">
    <w:name w:val="Body Text 2"/>
    <w:basedOn w:val="Normal"/>
    <w:rPr>
      <w:rFonts w:ascii="Arial" w:hAnsi="Arial"/>
      <w:b/>
      <w:sz w:val="16"/>
    </w:rPr>
  </w:style>
  <w:style w:type="paragraph" w:styleId="ListParagraph">
    <w:name w:val="List Paragraph"/>
    <w:basedOn w:val="Normal"/>
    <w:uiPriority w:val="34"/>
    <w:qFormat/>
    <w:rsid w:val="00CD2CB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D4092"/>
    <w:pPr>
      <w:spacing w:before="0"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D4092"/>
    <w:rPr>
      <w:rFonts w:ascii="Lucida Grande" w:hAnsi="Lucida Grande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AB6132"/>
    <w:rPr>
      <w:rFonts w:ascii="Garamond" w:hAnsi="Garamond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9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All%20Projects/Flying%20Filing%20Squad/Old%20Website/Our%20Squad_Member_Application_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7B8CE3-980F-1A41-B7BD-6D341886C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Our Squad_Member_Application_Form.dotx</Template>
  <TotalTime>2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Flight Plan</vt:lpstr>
    </vt:vector>
  </TitlesOfParts>
  <Company>Concord Pacific Ltd</Company>
  <LinksUpToDate>false</LinksUpToDate>
  <CharactersWithSpaces>3529</CharactersWithSpaces>
  <SharedDoc>false</SharedDoc>
  <HLinks>
    <vt:vector size="6" baseType="variant">
      <vt:variant>
        <vt:i4>7471116</vt:i4>
      </vt:variant>
      <vt:variant>
        <vt:i4>-1</vt:i4>
      </vt:variant>
      <vt:variant>
        <vt:i4>1028</vt:i4>
      </vt:variant>
      <vt:variant>
        <vt:i4>1</vt:i4>
      </vt:variant>
      <vt:variant>
        <vt:lpwstr>FFS trans Bimap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Flight Plan</dc:title>
  <dc:subject/>
  <dc:creator>Microsoft Office User</dc:creator>
  <cp:keywords/>
  <cp:lastModifiedBy>Ifthi Idris</cp:lastModifiedBy>
  <cp:revision>1</cp:revision>
  <cp:lastPrinted>2004-10-28T01:09:00Z</cp:lastPrinted>
  <dcterms:created xsi:type="dcterms:W3CDTF">2019-06-09T06:38:00Z</dcterms:created>
  <dcterms:modified xsi:type="dcterms:W3CDTF">2019-06-09T06:52:00Z</dcterms:modified>
</cp:coreProperties>
</file>